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0F" w:rsidRDefault="00017F0F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 7</w:t>
      </w:r>
    </w:p>
    <w:p w:rsidR="00017F0F" w:rsidRDefault="00017F0F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 МО</w:t>
      </w:r>
    </w:p>
    <w:p w:rsidR="00017F0F" w:rsidRDefault="00017F0F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«Сельское поселение село Пироговка </w:t>
      </w:r>
    </w:p>
    <w:p w:rsidR="00017F0F" w:rsidRDefault="00017F0F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Ахтубинского муниципального района </w:t>
      </w:r>
    </w:p>
    <w:p w:rsidR="00017F0F" w:rsidRPr="00B85F50" w:rsidRDefault="00017F0F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>Астраханской области»</w:t>
      </w:r>
    </w:p>
    <w:p w:rsidR="00017F0F" w:rsidRPr="00846596" w:rsidRDefault="00017F0F" w:rsidP="00B85F50">
      <w:pPr>
        <w:rPr>
          <w:sz w:val="20"/>
          <w:szCs w:val="20"/>
        </w:rPr>
      </w:pPr>
      <w:r w:rsidRPr="00846596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846596">
        <w:rPr>
          <w:sz w:val="20"/>
          <w:szCs w:val="20"/>
        </w:rPr>
        <w:t>№</w:t>
      </w:r>
      <w:r>
        <w:rPr>
          <w:sz w:val="20"/>
          <w:szCs w:val="20"/>
        </w:rPr>
        <w:t xml:space="preserve"> 14</w:t>
      </w:r>
      <w:r w:rsidRPr="00846596">
        <w:rPr>
          <w:sz w:val="20"/>
          <w:szCs w:val="20"/>
        </w:rPr>
        <w:t xml:space="preserve">  от</w:t>
      </w:r>
      <w:r>
        <w:rPr>
          <w:sz w:val="20"/>
          <w:szCs w:val="20"/>
        </w:rPr>
        <w:t xml:space="preserve"> 18.12.2024</w:t>
      </w:r>
    </w:p>
    <w:p w:rsidR="00017F0F" w:rsidRDefault="00017F0F" w:rsidP="00455638"/>
    <w:p w:rsidR="00017F0F" w:rsidRDefault="00017F0F" w:rsidP="00B85F50">
      <w:pPr>
        <w:ind w:firstLine="300"/>
        <w:jc w:val="center"/>
      </w:pPr>
      <w:r>
        <w:t> </w:t>
      </w:r>
    </w:p>
    <w:p w:rsidR="00017F0F" w:rsidRPr="00733BCC" w:rsidRDefault="00017F0F" w:rsidP="00733BCC">
      <w:pPr>
        <w:ind w:firstLine="300"/>
        <w:jc w:val="center"/>
      </w:pPr>
      <w:r w:rsidRPr="00733BCC">
        <w:t> </w:t>
      </w:r>
    </w:p>
    <w:p w:rsidR="00017F0F" w:rsidRPr="00B00D72" w:rsidRDefault="00017F0F" w:rsidP="00B00D72">
      <w:pPr>
        <w:ind w:firstLine="300"/>
        <w:jc w:val="center"/>
        <w:rPr>
          <w:b/>
        </w:rPr>
      </w:pPr>
      <w:r w:rsidRPr="00B00D72">
        <w:rPr>
          <w:b/>
        </w:rPr>
        <w:t xml:space="preserve">Программа  муниципальных внутренних  заимствований </w:t>
      </w:r>
    </w:p>
    <w:p w:rsidR="00017F0F" w:rsidRPr="00B00D72" w:rsidRDefault="00017F0F" w:rsidP="00B00D72">
      <w:pPr>
        <w:ind w:firstLine="300"/>
        <w:jc w:val="center"/>
        <w:rPr>
          <w:b/>
          <w:sz w:val="28"/>
          <w:szCs w:val="28"/>
        </w:rPr>
      </w:pPr>
      <w:r w:rsidRPr="00B00D72">
        <w:rPr>
          <w:b/>
        </w:rPr>
        <w:t xml:space="preserve">МО «Сельское поселение село Пироговка Ахтубинского муниципального района Астраханской области» на </w:t>
      </w:r>
      <w:r>
        <w:rPr>
          <w:b/>
        </w:rPr>
        <w:t>2025</w:t>
      </w:r>
      <w:r w:rsidRPr="00B00D72">
        <w:rPr>
          <w:b/>
        </w:rPr>
        <w:t>г.</w:t>
      </w:r>
    </w:p>
    <w:p w:rsidR="00017F0F" w:rsidRPr="00733BCC" w:rsidRDefault="00017F0F" w:rsidP="00F73176">
      <w:pPr>
        <w:ind w:firstLine="300"/>
        <w:jc w:val="right"/>
      </w:pPr>
      <w:r w:rsidRPr="00F73176">
        <w:t>тыс. рублей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017F0F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7F0F" w:rsidRPr="00733BCC" w:rsidRDefault="00017F0F" w:rsidP="00F7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  <w:bookmarkStart w:id="0" w:name="_GoBack"/>
            <w:bookmarkEnd w:id="0"/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017F0F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0F" w:rsidRPr="00733BCC" w:rsidRDefault="00017F0F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7F0F" w:rsidRPr="00733BCC" w:rsidRDefault="00017F0F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0,00</w:t>
            </w:r>
            <w:r>
              <w:rPr>
                <w:b/>
                <w:bCs/>
                <w:sz w:val="28"/>
                <w:szCs w:val="28"/>
              </w:rPr>
              <w:t>000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F0F" w:rsidRPr="00733BCC" w:rsidRDefault="00017F0F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7F0F" w:rsidRPr="00733BCC" w:rsidRDefault="00017F0F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F0F" w:rsidRPr="00733BCC" w:rsidRDefault="00017F0F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7F0F" w:rsidRPr="00733BCC" w:rsidRDefault="00017F0F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017F0F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0F" w:rsidRPr="00733BCC" w:rsidRDefault="00017F0F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7F0F" w:rsidRPr="00733BCC" w:rsidRDefault="00017F0F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0,00</w:t>
            </w:r>
            <w:r>
              <w:rPr>
                <w:b/>
                <w:bCs/>
                <w:sz w:val="28"/>
                <w:szCs w:val="28"/>
              </w:rPr>
              <w:t>000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F0F" w:rsidRPr="00733BCC" w:rsidRDefault="00017F0F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7F0F" w:rsidRPr="00733BCC" w:rsidRDefault="00017F0F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017F0F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F0F" w:rsidRPr="00733BCC" w:rsidRDefault="00017F0F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7F0F" w:rsidRPr="00733BCC" w:rsidRDefault="00017F0F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017F0F" w:rsidRDefault="00017F0F" w:rsidP="00727979"/>
    <w:p w:rsidR="00017F0F" w:rsidRDefault="00017F0F" w:rsidP="00727979"/>
    <w:p w:rsidR="00017F0F" w:rsidRDefault="00017F0F" w:rsidP="00727979">
      <w:r>
        <w:t xml:space="preserve">        Верно:</w:t>
      </w:r>
    </w:p>
    <w:p w:rsidR="00017F0F" w:rsidRDefault="00017F0F" w:rsidP="00727979"/>
    <w:p w:rsidR="00017F0F" w:rsidRPr="00733BCC" w:rsidRDefault="00017F0F" w:rsidP="00727979"/>
    <w:sectPr w:rsidR="00017F0F" w:rsidRPr="00733BCC" w:rsidSect="00B85F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F0F" w:rsidRDefault="00017F0F" w:rsidP="00B85F50">
      <w:r>
        <w:separator/>
      </w:r>
    </w:p>
  </w:endnote>
  <w:endnote w:type="continuationSeparator" w:id="0">
    <w:p w:rsidR="00017F0F" w:rsidRDefault="00017F0F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0F" w:rsidRDefault="00017F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0F" w:rsidRDefault="00017F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0F" w:rsidRDefault="00017F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F0F" w:rsidRDefault="00017F0F" w:rsidP="00B85F50">
      <w:r>
        <w:separator/>
      </w:r>
    </w:p>
  </w:footnote>
  <w:footnote w:type="continuationSeparator" w:id="0">
    <w:p w:rsidR="00017F0F" w:rsidRDefault="00017F0F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0F" w:rsidRDefault="00017F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0F" w:rsidRDefault="00017F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0F" w:rsidRDefault="00017F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17F0F"/>
    <w:rsid w:val="0005778A"/>
    <w:rsid w:val="000A4613"/>
    <w:rsid w:val="000E499B"/>
    <w:rsid w:val="0014316C"/>
    <w:rsid w:val="001E2493"/>
    <w:rsid w:val="002138EE"/>
    <w:rsid w:val="00215DCA"/>
    <w:rsid w:val="002506BF"/>
    <w:rsid w:val="00277839"/>
    <w:rsid w:val="002A71C7"/>
    <w:rsid w:val="002B2117"/>
    <w:rsid w:val="002D392C"/>
    <w:rsid w:val="002E4867"/>
    <w:rsid w:val="00336821"/>
    <w:rsid w:val="00340137"/>
    <w:rsid w:val="003460AE"/>
    <w:rsid w:val="00387525"/>
    <w:rsid w:val="00387BEA"/>
    <w:rsid w:val="003B5FC1"/>
    <w:rsid w:val="003D7CFE"/>
    <w:rsid w:val="003E07DB"/>
    <w:rsid w:val="00401785"/>
    <w:rsid w:val="00416D7C"/>
    <w:rsid w:val="004528E0"/>
    <w:rsid w:val="00455638"/>
    <w:rsid w:val="004557F9"/>
    <w:rsid w:val="004918EA"/>
    <w:rsid w:val="004B1813"/>
    <w:rsid w:val="00554BD8"/>
    <w:rsid w:val="00581385"/>
    <w:rsid w:val="005A32EA"/>
    <w:rsid w:val="005D4727"/>
    <w:rsid w:val="00604568"/>
    <w:rsid w:val="0061626C"/>
    <w:rsid w:val="00630807"/>
    <w:rsid w:val="00665FB7"/>
    <w:rsid w:val="006D68C3"/>
    <w:rsid w:val="006E6A6B"/>
    <w:rsid w:val="007247AD"/>
    <w:rsid w:val="00727979"/>
    <w:rsid w:val="00733BCC"/>
    <w:rsid w:val="00742E92"/>
    <w:rsid w:val="00782AC6"/>
    <w:rsid w:val="00835BF0"/>
    <w:rsid w:val="00846596"/>
    <w:rsid w:val="0086707A"/>
    <w:rsid w:val="00870118"/>
    <w:rsid w:val="00876F18"/>
    <w:rsid w:val="008922EA"/>
    <w:rsid w:val="009005F0"/>
    <w:rsid w:val="00901096"/>
    <w:rsid w:val="00941B74"/>
    <w:rsid w:val="009720C9"/>
    <w:rsid w:val="009B2E6E"/>
    <w:rsid w:val="009E049E"/>
    <w:rsid w:val="00A10035"/>
    <w:rsid w:val="00A10345"/>
    <w:rsid w:val="00A259C3"/>
    <w:rsid w:val="00A9221C"/>
    <w:rsid w:val="00AD7CD4"/>
    <w:rsid w:val="00AE3E8B"/>
    <w:rsid w:val="00AF467F"/>
    <w:rsid w:val="00B00D72"/>
    <w:rsid w:val="00B1175B"/>
    <w:rsid w:val="00B12167"/>
    <w:rsid w:val="00B15511"/>
    <w:rsid w:val="00B52924"/>
    <w:rsid w:val="00B85F50"/>
    <w:rsid w:val="00C32192"/>
    <w:rsid w:val="00C61D29"/>
    <w:rsid w:val="00C63D11"/>
    <w:rsid w:val="00C6621F"/>
    <w:rsid w:val="00C9649E"/>
    <w:rsid w:val="00CA3B3D"/>
    <w:rsid w:val="00D356AC"/>
    <w:rsid w:val="00D5145A"/>
    <w:rsid w:val="00D6566E"/>
    <w:rsid w:val="00D75970"/>
    <w:rsid w:val="00E16220"/>
    <w:rsid w:val="00E27E07"/>
    <w:rsid w:val="00E44C11"/>
    <w:rsid w:val="00EC4288"/>
    <w:rsid w:val="00EE7805"/>
    <w:rsid w:val="00EF3E28"/>
    <w:rsid w:val="00F028D4"/>
    <w:rsid w:val="00F075E2"/>
    <w:rsid w:val="00F17C75"/>
    <w:rsid w:val="00F47A0A"/>
    <w:rsid w:val="00F73176"/>
    <w:rsid w:val="00F8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96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4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00D72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194</Words>
  <Characters>1110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29</cp:revision>
  <cp:lastPrinted>2024-12-24T14:58:00Z</cp:lastPrinted>
  <dcterms:created xsi:type="dcterms:W3CDTF">2015-11-17T11:45:00Z</dcterms:created>
  <dcterms:modified xsi:type="dcterms:W3CDTF">2024-12-24T14:58:00Z</dcterms:modified>
</cp:coreProperties>
</file>